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867D37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799E0" w14:textId="77777777" w:rsidR="0000713F" w:rsidRDefault="0000713F">
      <w:r>
        <w:separator/>
      </w:r>
    </w:p>
  </w:endnote>
  <w:endnote w:type="continuationSeparator" w:id="0">
    <w:p w14:paraId="6014AB20" w14:textId="77777777" w:rsidR="0000713F" w:rsidRDefault="0000713F">
      <w:r>
        <w:continuationSeparator/>
      </w:r>
    </w:p>
  </w:endnote>
  <w:endnote w:type="continuationNotice" w:id="1">
    <w:p w14:paraId="57D20BA4" w14:textId="77777777" w:rsidR="0000713F" w:rsidRDefault="00007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2DD76B0" w:rsidR="00133D55" w:rsidRDefault="00133D55" w:rsidP="004878F3">
    <w:pPr>
      <w:pStyle w:val="Footer"/>
    </w:pPr>
    <w:r>
      <w:fldChar w:fldCharType="begin"/>
    </w:r>
    <w:r>
      <w:instrText xml:space="preserve"> DATE \@ "yyyy-MM-dd" </w:instrText>
    </w:r>
    <w:r>
      <w:fldChar w:fldCharType="separate"/>
    </w:r>
    <w:r w:rsidR="00FF658D">
      <w:rPr>
        <w:noProof/>
      </w:rPr>
      <w:t>2025-01-30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50EEB" w14:textId="77777777" w:rsidR="0000713F" w:rsidRDefault="0000713F">
      <w:r>
        <w:separator/>
      </w:r>
    </w:p>
  </w:footnote>
  <w:footnote w:type="continuationSeparator" w:id="0">
    <w:p w14:paraId="6B571C90" w14:textId="77777777" w:rsidR="0000713F" w:rsidRDefault="0000713F">
      <w:r>
        <w:continuationSeparator/>
      </w:r>
    </w:p>
  </w:footnote>
  <w:footnote w:type="continuationNotice" w:id="1">
    <w:p w14:paraId="12F022C1" w14:textId="77777777" w:rsidR="0000713F" w:rsidRDefault="0000713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1006</Words>
  <Characters>5591</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2013-10-18T08:32:00Z</cp:lastPrinted>
  <dcterms:created xsi:type="dcterms:W3CDTF">2020-07-06T12:43:00Z</dcterms:created>
  <dcterms:modified xsi:type="dcterms:W3CDTF">2025-01-29T22:01:00Z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